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E3250" w14:textId="77777777" w:rsidR="00426FC7" w:rsidRDefault="00426FC7"/>
    <w:p w14:paraId="66ACE986" w14:textId="77777777" w:rsidR="00426FC7" w:rsidRDefault="00426FC7"/>
    <w:p w14:paraId="128797F1" w14:textId="77777777" w:rsidR="00426FC7" w:rsidRDefault="00426FC7"/>
    <w:p w14:paraId="76DCBF5B" w14:textId="77777777" w:rsidR="00564350" w:rsidRDefault="00564350"/>
    <w:p w14:paraId="6EF71AE7" w14:textId="2A338C9B" w:rsidR="0085097F" w:rsidRPr="001E454E" w:rsidRDefault="00E7269A" w:rsidP="001E454E">
      <w:pPr>
        <w:pStyle w:val="Kehatekst"/>
        <w:ind w:left="4248" w:firstLine="708"/>
        <w:jc w:val="right"/>
        <w:rPr>
          <w:rFonts w:ascii="Times New Roman" w:hAnsi="Times New Roman"/>
          <w:sz w:val="24"/>
          <w:szCs w:val="24"/>
          <w:lang w:val="et-EE"/>
        </w:rPr>
      </w:pPr>
      <w:r w:rsidRPr="001E454E">
        <w:rPr>
          <w:rFonts w:ascii="Times New Roman" w:hAnsi="Times New Roman"/>
          <w:sz w:val="24"/>
          <w:szCs w:val="24"/>
          <w:lang w:val="et-EE"/>
        </w:rPr>
        <w:t>09</w:t>
      </w:r>
      <w:r w:rsidR="0085097F" w:rsidRPr="001E454E">
        <w:rPr>
          <w:rFonts w:ascii="Times New Roman" w:hAnsi="Times New Roman"/>
          <w:sz w:val="24"/>
          <w:szCs w:val="24"/>
          <w:lang w:val="et-EE"/>
        </w:rPr>
        <w:t>.</w:t>
      </w:r>
      <w:r w:rsidRPr="001E454E">
        <w:rPr>
          <w:rFonts w:ascii="Times New Roman" w:hAnsi="Times New Roman"/>
          <w:sz w:val="24"/>
          <w:szCs w:val="24"/>
          <w:lang w:val="et-EE"/>
        </w:rPr>
        <w:t>01</w:t>
      </w:r>
      <w:r w:rsidR="0085097F" w:rsidRPr="001E454E">
        <w:rPr>
          <w:rFonts w:ascii="Times New Roman" w:hAnsi="Times New Roman"/>
          <w:sz w:val="24"/>
          <w:szCs w:val="24"/>
          <w:lang w:val="et-EE"/>
        </w:rPr>
        <w:t>.202</w:t>
      </w:r>
      <w:r w:rsidRPr="001E454E">
        <w:rPr>
          <w:rFonts w:ascii="Times New Roman" w:hAnsi="Times New Roman"/>
          <w:sz w:val="24"/>
          <w:szCs w:val="24"/>
          <w:lang w:val="et-EE"/>
        </w:rPr>
        <w:t>6</w:t>
      </w:r>
      <w:r w:rsidR="0085097F" w:rsidRPr="001E454E">
        <w:rPr>
          <w:rFonts w:ascii="Times New Roman" w:hAnsi="Times New Roman"/>
          <w:sz w:val="24"/>
          <w:szCs w:val="24"/>
          <w:lang w:val="et-EE"/>
        </w:rPr>
        <w:t xml:space="preserve"> nr </w:t>
      </w:r>
      <w:r w:rsidR="001E454E" w:rsidRPr="001E454E">
        <w:rPr>
          <w:rFonts w:ascii="Times New Roman" w:hAnsi="Times New Roman"/>
          <w:sz w:val="24"/>
          <w:szCs w:val="24"/>
          <w:lang w:val="et-EE"/>
        </w:rPr>
        <w:t>4-8/25/78</w:t>
      </w:r>
    </w:p>
    <w:p w14:paraId="18D01465" w14:textId="77777777" w:rsidR="0085097F" w:rsidRDefault="0085097F" w:rsidP="0085097F">
      <w:pPr>
        <w:pStyle w:val="Kehatekst"/>
        <w:rPr>
          <w:rFonts w:ascii="Times New Roman" w:hAnsi="Times New Roman"/>
          <w:b/>
          <w:sz w:val="24"/>
          <w:szCs w:val="24"/>
        </w:rPr>
      </w:pPr>
    </w:p>
    <w:p w14:paraId="3EFEEED2" w14:textId="77777777" w:rsidR="0085097F" w:rsidRDefault="0085097F" w:rsidP="0085097F">
      <w:pPr>
        <w:pStyle w:val="Kehatekst"/>
        <w:rPr>
          <w:rFonts w:ascii="Times New Roman" w:hAnsi="Times New Roman"/>
          <w:b/>
          <w:sz w:val="24"/>
          <w:szCs w:val="24"/>
        </w:rPr>
      </w:pPr>
    </w:p>
    <w:p w14:paraId="5B9280B4" w14:textId="77777777" w:rsidR="00453F36" w:rsidRDefault="00453F36" w:rsidP="0085097F">
      <w:pPr>
        <w:pStyle w:val="Kehatekst"/>
        <w:rPr>
          <w:rFonts w:ascii="Times New Roman" w:hAnsi="Times New Roman"/>
          <w:b/>
          <w:sz w:val="24"/>
          <w:szCs w:val="24"/>
        </w:rPr>
      </w:pPr>
    </w:p>
    <w:p w14:paraId="1CE6ABFC" w14:textId="4EB4A568" w:rsidR="0085097F" w:rsidRDefault="00453F36" w:rsidP="0085097F">
      <w:pPr>
        <w:pStyle w:val="Kehatekst"/>
        <w:tabs>
          <w:tab w:val="left" w:pos="5245"/>
        </w:tabs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b/>
          <w:sz w:val="24"/>
          <w:szCs w:val="24"/>
        </w:rPr>
        <w:t xml:space="preserve">KINNITUSKIRI </w:t>
      </w:r>
      <w:r w:rsidR="000D7540">
        <w:rPr>
          <w:rFonts w:ascii="Times New Roman" w:hAnsi="Times New Roman"/>
          <w:b/>
          <w:sz w:val="24"/>
          <w:szCs w:val="24"/>
        </w:rPr>
        <w:t>ALG</w:t>
      </w:r>
      <w:r>
        <w:rPr>
          <w:rFonts w:ascii="Times New Roman" w:hAnsi="Times New Roman"/>
          <w:b/>
          <w:sz w:val="24"/>
          <w:szCs w:val="24"/>
        </w:rPr>
        <w:t xml:space="preserve">ANDMETE KUSTUTAMISE KOHTA </w:t>
      </w:r>
    </w:p>
    <w:p w14:paraId="58609FC4" w14:textId="77777777" w:rsidR="0085097F" w:rsidRDefault="0085097F" w:rsidP="0085097F">
      <w:pPr>
        <w:pStyle w:val="Kehatekst"/>
        <w:tabs>
          <w:tab w:val="left" w:pos="5245"/>
        </w:tabs>
        <w:rPr>
          <w:rFonts w:ascii="Times New Roman" w:hAnsi="Times New Roman"/>
          <w:sz w:val="24"/>
          <w:szCs w:val="24"/>
          <w:lang w:val="et-EE"/>
        </w:rPr>
      </w:pPr>
    </w:p>
    <w:p w14:paraId="0DDDFC0C" w14:textId="77777777" w:rsidR="0085097F" w:rsidRPr="00C51280" w:rsidRDefault="0085097F" w:rsidP="0085097F">
      <w:pPr>
        <w:pStyle w:val="Kehatekst"/>
        <w:tabs>
          <w:tab w:val="left" w:pos="5245"/>
        </w:tabs>
        <w:rPr>
          <w:rFonts w:ascii="Times New Roman" w:hAnsi="Times New Roman"/>
          <w:sz w:val="24"/>
          <w:szCs w:val="24"/>
        </w:rPr>
      </w:pPr>
      <w:r w:rsidRPr="00C51280">
        <w:rPr>
          <w:rFonts w:ascii="Times New Roman" w:hAnsi="Times New Roman"/>
          <w:sz w:val="24"/>
          <w:szCs w:val="24"/>
          <w:lang w:val="et-EE"/>
        </w:rPr>
        <w:tab/>
      </w:r>
      <w:r w:rsidRPr="00C51280">
        <w:rPr>
          <w:rFonts w:ascii="Times New Roman" w:hAnsi="Times New Roman"/>
          <w:sz w:val="24"/>
          <w:szCs w:val="24"/>
          <w:lang w:val="et-EE"/>
        </w:rPr>
        <w:tab/>
      </w:r>
      <w:r w:rsidRPr="00C51280">
        <w:rPr>
          <w:rFonts w:ascii="Times New Roman" w:hAnsi="Times New Roman"/>
          <w:sz w:val="24"/>
          <w:szCs w:val="24"/>
          <w:lang w:val="et-EE"/>
        </w:rPr>
        <w:tab/>
      </w:r>
      <w:r w:rsidRPr="00C51280">
        <w:rPr>
          <w:rFonts w:ascii="Times New Roman" w:hAnsi="Times New Roman"/>
          <w:sz w:val="24"/>
          <w:szCs w:val="24"/>
          <w:lang w:val="et-EE"/>
        </w:rPr>
        <w:tab/>
        <w:t xml:space="preserve">                        </w:t>
      </w:r>
    </w:p>
    <w:p w14:paraId="5F689082" w14:textId="033A6306" w:rsidR="0085097F" w:rsidRDefault="0085097F" w:rsidP="00F12185">
      <w:pPr>
        <w:jc w:val="both"/>
      </w:pPr>
      <w:r w:rsidRPr="00D12056">
        <w:t>Vastavalt Andmekaitse Inspektsiooni 0</w:t>
      </w:r>
      <w:r w:rsidR="00E7269A">
        <w:t>8</w:t>
      </w:r>
      <w:r w:rsidRPr="00D12056">
        <w:t>.05.202</w:t>
      </w:r>
      <w:r w:rsidR="00E7269A">
        <w:t>5</w:t>
      </w:r>
      <w:r w:rsidRPr="00D12056">
        <w:t xml:space="preserve"> otsusele isikuandmete töötlemiseks teadusuuringus nr 2.2.-1/2</w:t>
      </w:r>
      <w:r w:rsidR="00E7269A">
        <w:t>5/12</w:t>
      </w:r>
      <w:r w:rsidRPr="00D12056">
        <w:t>-</w:t>
      </w:r>
      <w:r w:rsidR="00E7269A">
        <w:t>7</w:t>
      </w:r>
      <w:r w:rsidRPr="00D12056">
        <w:t xml:space="preserve">, mille kohaselt on </w:t>
      </w:r>
      <w:r w:rsidR="00E7269A">
        <w:t xml:space="preserve">Majandus- ja Kommunikatsiooniministeerium ja/või Eesti Töötukassa </w:t>
      </w:r>
      <w:r w:rsidRPr="00D12056">
        <w:t>uuringu „</w:t>
      </w:r>
      <w:r w:rsidR="00E7269A">
        <w:t>Eesti Töötukassa töötust ennetavate teenuste mõjude hindamine</w:t>
      </w:r>
      <w:r w:rsidRPr="00D12056">
        <w:t xml:space="preserve">“ tellijana kohustatud esitama inspektsioonile </w:t>
      </w:r>
      <w:r w:rsidR="00453F36">
        <w:t>kinnituskirja algandmete kustutamise kohta</w:t>
      </w:r>
      <w:r w:rsidRPr="00D12056">
        <w:t>, kinnitab Eesti Töötukassa, et</w:t>
      </w:r>
      <w:r w:rsidR="00F12185">
        <w:t xml:space="preserve"> otsuse Lisa 1 punktis 8 nimetatud </w:t>
      </w:r>
      <w:r w:rsidR="00E7269A" w:rsidRPr="00E7269A">
        <w:t>loodud ja edastatud andmestikud on kustutatud</w:t>
      </w:r>
      <w:r w:rsidR="00F12185">
        <w:t xml:space="preserve">. </w:t>
      </w:r>
    </w:p>
    <w:p w14:paraId="497CBFD1" w14:textId="77777777" w:rsidR="0085097F" w:rsidRDefault="0085097F" w:rsidP="0085097F">
      <w:pPr>
        <w:pStyle w:val="Kehatekst"/>
        <w:rPr>
          <w:rFonts w:ascii="Times New Roman" w:hAnsi="Times New Roman"/>
          <w:sz w:val="24"/>
          <w:szCs w:val="24"/>
          <w:lang w:val="et-EE"/>
        </w:rPr>
      </w:pPr>
    </w:p>
    <w:p w14:paraId="06E36BED" w14:textId="77777777" w:rsidR="001E454E" w:rsidRDefault="001E454E" w:rsidP="0085097F">
      <w:pPr>
        <w:pStyle w:val="Kehatekst"/>
        <w:rPr>
          <w:rFonts w:ascii="Times New Roman" w:hAnsi="Times New Roman"/>
          <w:sz w:val="24"/>
          <w:szCs w:val="24"/>
          <w:lang w:val="et-EE"/>
        </w:rPr>
      </w:pPr>
    </w:p>
    <w:p w14:paraId="51D780AD" w14:textId="75743A09" w:rsidR="0085097F" w:rsidRDefault="0085097F" w:rsidP="0085097F">
      <w:pPr>
        <w:pStyle w:val="Kehatekst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Lugupidamisega</w:t>
      </w:r>
    </w:p>
    <w:p w14:paraId="53705F30" w14:textId="77777777" w:rsidR="0085097F" w:rsidRDefault="0085097F" w:rsidP="0085097F">
      <w:pPr>
        <w:pStyle w:val="Kehatekst"/>
        <w:rPr>
          <w:rFonts w:ascii="Times New Roman" w:hAnsi="Times New Roman"/>
          <w:sz w:val="24"/>
          <w:szCs w:val="24"/>
          <w:lang w:val="et-EE"/>
        </w:rPr>
      </w:pPr>
    </w:p>
    <w:p w14:paraId="19009553" w14:textId="77777777" w:rsidR="0085097F" w:rsidRDefault="0085097F" w:rsidP="0085097F">
      <w:pPr>
        <w:pStyle w:val="Kehatekst"/>
        <w:rPr>
          <w:rFonts w:ascii="Times New Roman" w:hAnsi="Times New Roman"/>
          <w:sz w:val="24"/>
          <w:szCs w:val="24"/>
          <w:lang w:val="et-EE"/>
        </w:rPr>
      </w:pPr>
    </w:p>
    <w:p w14:paraId="466D3F4F" w14:textId="77777777" w:rsidR="0085097F" w:rsidRPr="00C51280" w:rsidRDefault="0085097F" w:rsidP="0085097F">
      <w:pPr>
        <w:pStyle w:val="Kehatekst"/>
        <w:rPr>
          <w:rFonts w:ascii="Times New Roman" w:hAnsi="Times New Roman"/>
          <w:sz w:val="24"/>
          <w:szCs w:val="24"/>
          <w:lang w:val="et-EE"/>
        </w:rPr>
      </w:pPr>
    </w:p>
    <w:p w14:paraId="68228F57" w14:textId="77777777" w:rsidR="0085097F" w:rsidRPr="00C51280" w:rsidRDefault="0085097F" w:rsidP="0085097F">
      <w:pPr>
        <w:pStyle w:val="Kehatekst"/>
        <w:rPr>
          <w:rFonts w:ascii="Times New Roman" w:hAnsi="Times New Roman"/>
          <w:sz w:val="24"/>
          <w:szCs w:val="24"/>
          <w:lang w:val="et-EE"/>
        </w:rPr>
      </w:pPr>
      <w:r w:rsidRPr="00C51280">
        <w:rPr>
          <w:rFonts w:ascii="Times New Roman" w:hAnsi="Times New Roman"/>
          <w:sz w:val="24"/>
          <w:szCs w:val="24"/>
          <w:lang w:val="et-EE"/>
        </w:rPr>
        <w:t>(</w:t>
      </w:r>
      <w:r>
        <w:rPr>
          <w:rFonts w:ascii="Times New Roman" w:hAnsi="Times New Roman"/>
          <w:sz w:val="24"/>
          <w:szCs w:val="24"/>
          <w:lang w:val="et-EE"/>
        </w:rPr>
        <w:t xml:space="preserve">allkirjastatud </w:t>
      </w:r>
      <w:r w:rsidRPr="00C51280">
        <w:rPr>
          <w:rFonts w:ascii="Times New Roman" w:hAnsi="Times New Roman"/>
          <w:sz w:val="24"/>
          <w:szCs w:val="24"/>
          <w:lang w:val="et-EE"/>
        </w:rPr>
        <w:t>digi</w:t>
      </w:r>
      <w:r>
        <w:rPr>
          <w:rFonts w:ascii="Times New Roman" w:hAnsi="Times New Roman"/>
          <w:sz w:val="24"/>
          <w:szCs w:val="24"/>
          <w:lang w:val="et-EE"/>
        </w:rPr>
        <w:t>taalselt</w:t>
      </w:r>
      <w:r w:rsidRPr="00C51280">
        <w:rPr>
          <w:rFonts w:ascii="Times New Roman" w:hAnsi="Times New Roman"/>
          <w:sz w:val="24"/>
          <w:szCs w:val="24"/>
          <w:lang w:val="et-EE"/>
        </w:rPr>
        <w:t>)</w:t>
      </w:r>
      <w:r w:rsidRPr="00C51280">
        <w:rPr>
          <w:rFonts w:ascii="Times New Roman" w:hAnsi="Times New Roman"/>
          <w:sz w:val="24"/>
          <w:szCs w:val="24"/>
          <w:lang w:val="et-EE"/>
        </w:rPr>
        <w:tab/>
      </w:r>
      <w:r w:rsidRPr="00C51280">
        <w:rPr>
          <w:rFonts w:ascii="Times New Roman" w:hAnsi="Times New Roman"/>
          <w:sz w:val="24"/>
          <w:szCs w:val="24"/>
          <w:lang w:val="et-EE"/>
        </w:rPr>
        <w:tab/>
      </w:r>
      <w:r w:rsidRPr="00C51280">
        <w:rPr>
          <w:rFonts w:ascii="Times New Roman" w:hAnsi="Times New Roman"/>
          <w:sz w:val="24"/>
          <w:szCs w:val="24"/>
          <w:lang w:val="et-EE"/>
        </w:rPr>
        <w:tab/>
      </w:r>
      <w:r w:rsidRPr="00C51280">
        <w:rPr>
          <w:rFonts w:ascii="Times New Roman" w:hAnsi="Times New Roman"/>
          <w:sz w:val="24"/>
          <w:szCs w:val="24"/>
          <w:lang w:val="et-EE"/>
        </w:rPr>
        <w:tab/>
      </w:r>
      <w:r w:rsidRPr="00C51280">
        <w:rPr>
          <w:rFonts w:ascii="Times New Roman" w:hAnsi="Times New Roman"/>
          <w:sz w:val="24"/>
          <w:szCs w:val="24"/>
          <w:lang w:val="et-EE"/>
        </w:rPr>
        <w:tab/>
      </w:r>
      <w:r w:rsidRPr="00C51280">
        <w:rPr>
          <w:rFonts w:ascii="Times New Roman" w:hAnsi="Times New Roman"/>
          <w:sz w:val="24"/>
          <w:szCs w:val="24"/>
          <w:lang w:val="et-EE"/>
        </w:rPr>
        <w:tab/>
      </w:r>
    </w:p>
    <w:p w14:paraId="10E1EE0D" w14:textId="77777777" w:rsidR="0085097F" w:rsidRPr="00C51280" w:rsidRDefault="0085097F" w:rsidP="0085097F">
      <w:pPr>
        <w:pStyle w:val="Kehatekst"/>
        <w:rPr>
          <w:rFonts w:ascii="Times New Roman" w:hAnsi="Times New Roman"/>
          <w:sz w:val="24"/>
          <w:szCs w:val="24"/>
          <w:lang w:val="et-EE"/>
        </w:rPr>
      </w:pPr>
      <w:r w:rsidRPr="00C51280">
        <w:rPr>
          <w:rFonts w:ascii="Times New Roman" w:hAnsi="Times New Roman"/>
          <w:sz w:val="24"/>
          <w:szCs w:val="24"/>
          <w:lang w:val="et-EE"/>
        </w:rPr>
        <w:t>Margit Paulus</w:t>
      </w:r>
      <w:r w:rsidRPr="00C51280">
        <w:rPr>
          <w:rFonts w:ascii="Times New Roman" w:hAnsi="Times New Roman"/>
          <w:sz w:val="24"/>
          <w:szCs w:val="24"/>
          <w:lang w:val="et-EE"/>
        </w:rPr>
        <w:tab/>
      </w:r>
      <w:r w:rsidRPr="00C51280">
        <w:rPr>
          <w:rFonts w:ascii="Times New Roman" w:hAnsi="Times New Roman"/>
          <w:sz w:val="24"/>
          <w:szCs w:val="24"/>
          <w:lang w:val="et-EE"/>
        </w:rPr>
        <w:tab/>
      </w:r>
      <w:r w:rsidRPr="00C51280">
        <w:rPr>
          <w:rFonts w:ascii="Times New Roman" w:hAnsi="Times New Roman"/>
          <w:sz w:val="24"/>
          <w:szCs w:val="24"/>
          <w:lang w:val="et-EE"/>
        </w:rPr>
        <w:tab/>
      </w:r>
      <w:r w:rsidRPr="00C51280">
        <w:rPr>
          <w:rFonts w:ascii="Times New Roman" w:hAnsi="Times New Roman"/>
          <w:sz w:val="24"/>
          <w:szCs w:val="24"/>
          <w:lang w:val="et-EE"/>
        </w:rPr>
        <w:tab/>
      </w:r>
      <w:r w:rsidRPr="00C51280">
        <w:rPr>
          <w:rFonts w:ascii="Times New Roman" w:hAnsi="Times New Roman"/>
          <w:sz w:val="24"/>
          <w:szCs w:val="24"/>
          <w:lang w:val="et-EE"/>
        </w:rPr>
        <w:tab/>
      </w:r>
      <w:r w:rsidRPr="00C51280">
        <w:rPr>
          <w:rFonts w:ascii="Times New Roman" w:hAnsi="Times New Roman"/>
          <w:sz w:val="24"/>
          <w:szCs w:val="24"/>
          <w:lang w:val="et-EE"/>
        </w:rPr>
        <w:tab/>
      </w:r>
      <w:r w:rsidRPr="00C51280">
        <w:rPr>
          <w:rFonts w:ascii="Times New Roman" w:hAnsi="Times New Roman"/>
          <w:sz w:val="24"/>
          <w:szCs w:val="24"/>
          <w:lang w:val="et-EE"/>
        </w:rPr>
        <w:tab/>
        <w:t xml:space="preserve"> </w:t>
      </w:r>
    </w:p>
    <w:p w14:paraId="46761C59" w14:textId="0FD723B3" w:rsidR="0085097F" w:rsidRPr="00C51280" w:rsidRDefault="00A16ADA" w:rsidP="0085097F">
      <w:pPr>
        <w:pStyle w:val="LaadKehatekstVasakPrast0pReatihedushekordne"/>
        <w:jc w:val="both"/>
        <w:rPr>
          <w:rStyle w:val="LaadLoeteluEETimesNewRomanMrk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finants- ja </w:t>
      </w:r>
      <w:r w:rsidR="0085097F" w:rsidRPr="00C51280">
        <w:rPr>
          <w:rFonts w:ascii="Times New Roman" w:hAnsi="Times New Roman"/>
          <w:sz w:val="24"/>
          <w:szCs w:val="24"/>
        </w:rPr>
        <w:t>analüüsiosakonna juhataja</w:t>
      </w:r>
      <w:r w:rsidR="0085097F">
        <w:rPr>
          <w:rFonts w:ascii="Times New Roman" w:hAnsi="Times New Roman"/>
          <w:sz w:val="24"/>
          <w:szCs w:val="24"/>
        </w:rPr>
        <w:t xml:space="preserve"> </w:t>
      </w:r>
    </w:p>
    <w:p w14:paraId="3C2A61F1" w14:textId="77777777" w:rsidR="0085097F" w:rsidRDefault="0085097F" w:rsidP="0085097F">
      <w:pPr>
        <w:pStyle w:val="Kehatekst"/>
        <w:rPr>
          <w:rFonts w:ascii="Times New Roman" w:hAnsi="Times New Roman"/>
          <w:sz w:val="24"/>
          <w:szCs w:val="24"/>
          <w:lang w:val="et-EE"/>
        </w:rPr>
      </w:pPr>
    </w:p>
    <w:p w14:paraId="40FC2BB3" w14:textId="77777777" w:rsidR="0085097F" w:rsidRDefault="0085097F" w:rsidP="0085097F">
      <w:pPr>
        <w:pStyle w:val="Kehatekst"/>
        <w:rPr>
          <w:rFonts w:ascii="Times New Roman" w:hAnsi="Times New Roman"/>
          <w:sz w:val="24"/>
          <w:szCs w:val="24"/>
          <w:lang w:val="et-EE"/>
        </w:rPr>
      </w:pPr>
    </w:p>
    <w:p w14:paraId="25254101" w14:textId="77777777" w:rsidR="0085097F" w:rsidRDefault="0085097F" w:rsidP="0085097F">
      <w:pPr>
        <w:pStyle w:val="Kehatekst"/>
        <w:rPr>
          <w:rFonts w:ascii="Times New Roman" w:hAnsi="Times New Roman"/>
          <w:sz w:val="24"/>
          <w:szCs w:val="24"/>
          <w:lang w:val="et-EE"/>
        </w:rPr>
      </w:pPr>
    </w:p>
    <w:p w14:paraId="213B8813" w14:textId="77777777" w:rsidR="0085097F" w:rsidRDefault="0085097F" w:rsidP="0085097F">
      <w:pPr>
        <w:pStyle w:val="Kehatekst"/>
        <w:rPr>
          <w:rFonts w:ascii="Times New Roman" w:hAnsi="Times New Roman"/>
          <w:sz w:val="24"/>
          <w:szCs w:val="24"/>
          <w:lang w:val="et-EE"/>
        </w:rPr>
      </w:pPr>
    </w:p>
    <w:p w14:paraId="03E00A09" w14:textId="77777777" w:rsidR="0085097F" w:rsidRPr="00C51280" w:rsidRDefault="0085097F" w:rsidP="0085097F">
      <w:pPr>
        <w:pStyle w:val="Kehatekst"/>
        <w:rPr>
          <w:rFonts w:ascii="Times New Roman" w:hAnsi="Times New Roman"/>
          <w:sz w:val="24"/>
          <w:szCs w:val="24"/>
          <w:lang w:val="et-EE"/>
        </w:rPr>
      </w:pPr>
      <w:r w:rsidRPr="00C51280">
        <w:rPr>
          <w:rFonts w:ascii="Times New Roman" w:hAnsi="Times New Roman"/>
          <w:sz w:val="24"/>
          <w:szCs w:val="24"/>
          <w:lang w:val="et-EE"/>
        </w:rPr>
        <w:tab/>
      </w:r>
      <w:r w:rsidRPr="00C51280">
        <w:rPr>
          <w:rFonts w:ascii="Times New Roman" w:hAnsi="Times New Roman"/>
          <w:sz w:val="24"/>
          <w:szCs w:val="24"/>
          <w:lang w:val="et-EE"/>
        </w:rPr>
        <w:tab/>
      </w:r>
      <w:r w:rsidRPr="00C51280">
        <w:rPr>
          <w:rFonts w:ascii="Times New Roman" w:hAnsi="Times New Roman"/>
          <w:sz w:val="24"/>
          <w:szCs w:val="24"/>
          <w:lang w:val="et-EE"/>
        </w:rPr>
        <w:tab/>
      </w:r>
      <w:r w:rsidRPr="00C51280">
        <w:rPr>
          <w:rFonts w:ascii="Times New Roman" w:hAnsi="Times New Roman"/>
          <w:sz w:val="24"/>
          <w:szCs w:val="24"/>
          <w:lang w:val="et-EE"/>
        </w:rPr>
        <w:tab/>
      </w:r>
      <w:r w:rsidRPr="00C51280">
        <w:rPr>
          <w:rFonts w:ascii="Times New Roman" w:hAnsi="Times New Roman"/>
          <w:sz w:val="24"/>
          <w:szCs w:val="24"/>
          <w:lang w:val="et-EE"/>
        </w:rPr>
        <w:tab/>
      </w:r>
      <w:r w:rsidRPr="00C51280">
        <w:rPr>
          <w:rFonts w:ascii="Times New Roman" w:hAnsi="Times New Roman"/>
          <w:sz w:val="24"/>
          <w:szCs w:val="24"/>
          <w:lang w:val="et-EE"/>
        </w:rPr>
        <w:tab/>
      </w:r>
      <w:r w:rsidRPr="00C51280">
        <w:rPr>
          <w:rFonts w:ascii="Times New Roman" w:hAnsi="Times New Roman"/>
          <w:sz w:val="24"/>
          <w:szCs w:val="24"/>
          <w:lang w:val="et-EE"/>
        </w:rPr>
        <w:tab/>
      </w:r>
    </w:p>
    <w:p w14:paraId="44EDB989" w14:textId="77777777" w:rsidR="0085097F" w:rsidRDefault="0085097F" w:rsidP="0085097F">
      <w:pPr>
        <w:jc w:val="both"/>
      </w:pPr>
      <w:r w:rsidRPr="00C51280">
        <w:t>614 8504</w:t>
      </w:r>
      <w:r>
        <w:t xml:space="preserve">, </w:t>
      </w:r>
      <w:hyperlink r:id="rId10" w:history="1">
        <w:r w:rsidRPr="00560BA5">
          <w:rPr>
            <w:rStyle w:val="Hperlink"/>
          </w:rPr>
          <w:t>margit.paulus@tootukassa.ee</w:t>
        </w:r>
      </w:hyperlink>
    </w:p>
    <w:p w14:paraId="6EF3946F" w14:textId="77777777" w:rsidR="0085097F" w:rsidRPr="00C51280" w:rsidRDefault="0085097F" w:rsidP="0085097F">
      <w:pPr>
        <w:jc w:val="both"/>
      </w:pPr>
    </w:p>
    <w:p w14:paraId="0DA5F8DA" w14:textId="77777777" w:rsidR="00426FC7" w:rsidRDefault="00426FC7"/>
    <w:sectPr w:rsidR="00426FC7" w:rsidSect="00C45A6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797" w:right="1797" w:bottom="1440" w:left="1797" w:header="719" w:footer="8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996E5" w14:textId="77777777" w:rsidR="003E234B" w:rsidRDefault="003E234B">
      <w:r>
        <w:separator/>
      </w:r>
    </w:p>
  </w:endnote>
  <w:endnote w:type="continuationSeparator" w:id="0">
    <w:p w14:paraId="403F0A5B" w14:textId="77777777" w:rsidR="003E234B" w:rsidRDefault="003E2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102E5" w14:textId="77777777" w:rsidR="00DD0FDD" w:rsidRDefault="00DD0FDD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F2D4D" w14:textId="77777777" w:rsidR="00DD0FDD" w:rsidRDefault="00DD0FDD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24EEC" w14:textId="77777777" w:rsidR="005D3164" w:rsidRPr="00897A48" w:rsidRDefault="005D3164" w:rsidP="00564350">
    <w:pPr>
      <w:pStyle w:val="Jalus"/>
      <w:jc w:val="center"/>
      <w:rPr>
        <w:rFonts w:ascii="Roboto" w:hAnsi="Roboto"/>
        <w:sz w:val="16"/>
        <w:szCs w:val="16"/>
      </w:rPr>
    </w:pPr>
    <w:r w:rsidRPr="00897A48">
      <w:rPr>
        <w:rFonts w:ascii="Roboto" w:hAnsi="Roboto"/>
        <w:sz w:val="16"/>
        <w:szCs w:val="16"/>
      </w:rPr>
      <w:t>Eesti Töötukassa</w:t>
    </w:r>
  </w:p>
  <w:p w14:paraId="03BA7E84" w14:textId="416CC174" w:rsidR="005D3164" w:rsidRPr="00897A48" w:rsidRDefault="59DF5CD6" w:rsidP="59DF5CD6">
    <w:pPr>
      <w:pStyle w:val="Jalus"/>
      <w:jc w:val="center"/>
      <w:rPr>
        <w:rFonts w:ascii="Roboto" w:hAnsi="Roboto"/>
        <w:sz w:val="16"/>
        <w:szCs w:val="16"/>
      </w:rPr>
    </w:pPr>
    <w:r w:rsidRPr="59DF5CD6">
      <w:rPr>
        <w:rFonts w:ascii="Roboto" w:hAnsi="Roboto"/>
        <w:sz w:val="16"/>
        <w:szCs w:val="16"/>
      </w:rPr>
      <w:t>Registrikood 74000085  •  Lõõtsa 2a, 11415 Tallinn  •  tel 614 8500</w:t>
    </w:r>
  </w:p>
  <w:p w14:paraId="24944C12" w14:textId="77777777" w:rsidR="00734FD5" w:rsidRPr="00897A48" w:rsidRDefault="009B2864" w:rsidP="00734FD5">
    <w:pPr>
      <w:pStyle w:val="Jalus"/>
      <w:jc w:val="center"/>
      <w:rPr>
        <w:rFonts w:ascii="Roboto" w:hAnsi="Roboto"/>
        <w:sz w:val="16"/>
        <w:szCs w:val="16"/>
      </w:rPr>
    </w:pPr>
    <w:r w:rsidRPr="00897A48">
      <w:rPr>
        <w:rFonts w:ascii="Roboto" w:hAnsi="Roboto"/>
        <w:sz w:val="16"/>
        <w:szCs w:val="16"/>
      </w:rPr>
      <w:t xml:space="preserve">info@tootukassa.ee  •  </w:t>
    </w:r>
    <w:r w:rsidR="00734FD5" w:rsidRPr="00897A48">
      <w:rPr>
        <w:rFonts w:ascii="Roboto" w:hAnsi="Roboto"/>
        <w:sz w:val="16"/>
        <w:szCs w:val="16"/>
      </w:rPr>
      <w:t>www.tootukassa.ee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86620" w14:textId="77777777" w:rsidR="003E234B" w:rsidRDefault="003E234B">
      <w:r>
        <w:separator/>
      </w:r>
    </w:p>
  </w:footnote>
  <w:footnote w:type="continuationSeparator" w:id="0">
    <w:p w14:paraId="477F2B42" w14:textId="77777777" w:rsidR="003E234B" w:rsidRDefault="003E2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C6883" w14:textId="77777777" w:rsidR="00DD0FDD" w:rsidRDefault="00DD0FDD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2F95F" w14:textId="77777777" w:rsidR="005D3164" w:rsidRDefault="005D3164" w:rsidP="004B043F">
    <w:pPr>
      <w:pStyle w:val="Pis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85C6D" w14:textId="68406DD1" w:rsidR="005D3164" w:rsidRDefault="000B250C" w:rsidP="00564350">
    <w:pPr>
      <w:pStyle w:val="Pis"/>
      <w:jc w:val="center"/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A2EEF8B" wp14:editId="3549B8B9">
          <wp:simplePos x="0" y="0"/>
          <wp:positionH relativeFrom="column">
            <wp:posOffset>1593215</wp:posOffset>
          </wp:positionH>
          <wp:positionV relativeFrom="paragraph">
            <wp:posOffset>-138430</wp:posOffset>
          </wp:positionV>
          <wp:extent cx="2095500" cy="681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681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D2627E"/>
    <w:multiLevelType w:val="multilevel"/>
    <w:tmpl w:val="FFFFFFFF"/>
    <w:lvl w:ilvl="0">
      <w:start w:val="1"/>
      <w:numFmt w:val="decimal"/>
      <w:pStyle w:val="Loetelu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"/>
      <w:lvlJc w:val="left"/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151527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hdrShapeDefaults>
    <o:shapedefaults v:ext="edit" spidmax="2050">
      <o:colormru v:ext="edit" colors="#ddd,#fa7406,#ff7d21,#c6e9e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67C"/>
    <w:rsid w:val="00021ADD"/>
    <w:rsid w:val="000305B2"/>
    <w:rsid w:val="00056304"/>
    <w:rsid w:val="0007014D"/>
    <w:rsid w:val="00087954"/>
    <w:rsid w:val="000B250C"/>
    <w:rsid w:val="000B3158"/>
    <w:rsid w:val="000D7540"/>
    <w:rsid w:val="00103D93"/>
    <w:rsid w:val="001E454E"/>
    <w:rsid w:val="0023198A"/>
    <w:rsid w:val="002605BE"/>
    <w:rsid w:val="00277A3A"/>
    <w:rsid w:val="002970B2"/>
    <w:rsid w:val="002C2FBF"/>
    <w:rsid w:val="002F1DE6"/>
    <w:rsid w:val="00371561"/>
    <w:rsid w:val="00383092"/>
    <w:rsid w:val="00390D6F"/>
    <w:rsid w:val="003B1DCC"/>
    <w:rsid w:val="003E234B"/>
    <w:rsid w:val="00426FC7"/>
    <w:rsid w:val="00437F5B"/>
    <w:rsid w:val="00453F36"/>
    <w:rsid w:val="004A320A"/>
    <w:rsid w:val="004B043F"/>
    <w:rsid w:val="0053249C"/>
    <w:rsid w:val="00564350"/>
    <w:rsid w:val="0059534E"/>
    <w:rsid w:val="005C518B"/>
    <w:rsid w:val="005D3164"/>
    <w:rsid w:val="006520CA"/>
    <w:rsid w:val="00686EAE"/>
    <w:rsid w:val="006E6BF2"/>
    <w:rsid w:val="0071647F"/>
    <w:rsid w:val="00734FD5"/>
    <w:rsid w:val="00752596"/>
    <w:rsid w:val="00801D2F"/>
    <w:rsid w:val="008106AE"/>
    <w:rsid w:val="0085097F"/>
    <w:rsid w:val="00897A48"/>
    <w:rsid w:val="008B1E06"/>
    <w:rsid w:val="008D34E1"/>
    <w:rsid w:val="008E17A1"/>
    <w:rsid w:val="00931ECB"/>
    <w:rsid w:val="00935A2C"/>
    <w:rsid w:val="00963308"/>
    <w:rsid w:val="009B2864"/>
    <w:rsid w:val="00A13E63"/>
    <w:rsid w:val="00A16ADA"/>
    <w:rsid w:val="00A3667C"/>
    <w:rsid w:val="00A377CF"/>
    <w:rsid w:val="00AC1CFE"/>
    <w:rsid w:val="00B34911"/>
    <w:rsid w:val="00B45075"/>
    <w:rsid w:val="00B73D3C"/>
    <w:rsid w:val="00B74ECA"/>
    <w:rsid w:val="00B92D6E"/>
    <w:rsid w:val="00BD7374"/>
    <w:rsid w:val="00BE09A4"/>
    <w:rsid w:val="00BE4A46"/>
    <w:rsid w:val="00C45A61"/>
    <w:rsid w:val="00C72E44"/>
    <w:rsid w:val="00CC5065"/>
    <w:rsid w:val="00D140B6"/>
    <w:rsid w:val="00D62F34"/>
    <w:rsid w:val="00DB2B2C"/>
    <w:rsid w:val="00DB477E"/>
    <w:rsid w:val="00DD0FDD"/>
    <w:rsid w:val="00DD53D8"/>
    <w:rsid w:val="00DD577F"/>
    <w:rsid w:val="00DE4DD5"/>
    <w:rsid w:val="00DE54DA"/>
    <w:rsid w:val="00E7269A"/>
    <w:rsid w:val="00E9283E"/>
    <w:rsid w:val="00EA16D7"/>
    <w:rsid w:val="00EB5177"/>
    <w:rsid w:val="00EF2ED2"/>
    <w:rsid w:val="00F01B9F"/>
    <w:rsid w:val="00F12185"/>
    <w:rsid w:val="00F508E0"/>
    <w:rsid w:val="00F765A9"/>
    <w:rsid w:val="00F770EF"/>
    <w:rsid w:val="00FC0229"/>
    <w:rsid w:val="00FD5F10"/>
    <w:rsid w:val="59DF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,#fa7406,#ff7d21,#c6e9e9"/>
    </o:shapedefaults>
    <o:shapelayout v:ext="edit">
      <o:idmap v:ext="edit" data="2"/>
    </o:shapelayout>
  </w:shapeDefaults>
  <w:decimalSymbol w:val=","/>
  <w:listSeparator w:val=";"/>
  <w14:docId w14:val="2A266C8F"/>
  <w15:chartTrackingRefBased/>
  <w15:docId w15:val="{3DA76DB5-FCA1-43DF-A0E9-6C5CD05F7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2C2FBF"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E9283E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E9283E"/>
    <w:pPr>
      <w:tabs>
        <w:tab w:val="center" w:pos="4320"/>
        <w:tab w:val="right" w:pos="8640"/>
      </w:tabs>
    </w:pPr>
  </w:style>
  <w:style w:type="character" w:styleId="Hperlink">
    <w:name w:val="Hyperlink"/>
    <w:rsid w:val="00E9283E"/>
    <w:rPr>
      <w:color w:val="0000FF"/>
      <w:u w:val="single"/>
    </w:rPr>
  </w:style>
  <w:style w:type="paragraph" w:styleId="Jutumullitekst">
    <w:name w:val="Balloon Text"/>
    <w:basedOn w:val="Normaallaad"/>
    <w:link w:val="JutumullitekstMrk"/>
    <w:rsid w:val="008106AE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8106AE"/>
    <w:rPr>
      <w:rFonts w:ascii="Tahoma" w:hAnsi="Tahoma" w:cs="Tahoma"/>
      <w:sz w:val="16"/>
      <w:szCs w:val="16"/>
      <w:lang w:eastAsia="en-US"/>
    </w:rPr>
  </w:style>
  <w:style w:type="paragraph" w:styleId="Kehatekst">
    <w:name w:val="Body Text"/>
    <w:basedOn w:val="Normaallaad"/>
    <w:link w:val="KehatekstMrk"/>
    <w:uiPriority w:val="99"/>
    <w:rsid w:val="0085097F"/>
    <w:pPr>
      <w:jc w:val="both"/>
    </w:pPr>
    <w:rPr>
      <w:rFonts w:ascii="Arial" w:hAnsi="Arial"/>
      <w:sz w:val="20"/>
      <w:szCs w:val="20"/>
      <w:lang w:val="en-GB"/>
    </w:rPr>
  </w:style>
  <w:style w:type="character" w:customStyle="1" w:styleId="KehatekstMrk">
    <w:name w:val="Kehatekst Märk"/>
    <w:basedOn w:val="Liguvaikefont"/>
    <w:link w:val="Kehatekst"/>
    <w:uiPriority w:val="99"/>
    <w:rsid w:val="0085097F"/>
    <w:rPr>
      <w:rFonts w:ascii="Arial" w:hAnsi="Arial"/>
      <w:lang w:val="en-GB" w:eastAsia="en-US"/>
    </w:rPr>
  </w:style>
  <w:style w:type="paragraph" w:customStyle="1" w:styleId="LaadKehatekstVasakPrast0pReatihedushekordne">
    <w:name w:val="Laad Kehatekst + Vasak Pärast:  0 p Reatihedus  ühekordne"/>
    <w:basedOn w:val="Kehatekst"/>
    <w:uiPriority w:val="99"/>
    <w:rsid w:val="0085097F"/>
    <w:pPr>
      <w:jc w:val="left"/>
    </w:pPr>
    <w:rPr>
      <w:spacing w:val="-5"/>
      <w:lang w:val="et-EE"/>
    </w:rPr>
  </w:style>
  <w:style w:type="paragraph" w:customStyle="1" w:styleId="Loetelu">
    <w:name w:val="Loetelu"/>
    <w:basedOn w:val="Kehatekst"/>
    <w:uiPriority w:val="99"/>
    <w:rsid w:val="0085097F"/>
    <w:pPr>
      <w:numPr>
        <w:numId w:val="1"/>
      </w:numPr>
      <w:spacing w:before="120"/>
    </w:pPr>
    <w:rPr>
      <w:lang w:val="et-EE"/>
    </w:rPr>
  </w:style>
  <w:style w:type="paragraph" w:customStyle="1" w:styleId="LaadLoeteluEETimesNewRoman">
    <w:name w:val="Laad Loetelu + EE Times New Roman"/>
    <w:basedOn w:val="Loetelu"/>
    <w:link w:val="LaadLoeteluEETimesNewRomanMrk"/>
    <w:uiPriority w:val="99"/>
    <w:rsid w:val="0085097F"/>
  </w:style>
  <w:style w:type="character" w:customStyle="1" w:styleId="LaadLoeteluEETimesNewRomanMrk">
    <w:name w:val="Laad Loetelu + EE Times New Roman Märk"/>
    <w:basedOn w:val="Liguvaikefont"/>
    <w:link w:val="LaadLoeteluEETimesNewRoman"/>
    <w:uiPriority w:val="99"/>
    <w:locked/>
    <w:rsid w:val="0085097F"/>
    <w:rPr>
      <w:rFonts w:ascii="Arial" w:hAnsi="Arial"/>
      <w:lang w:eastAsia="en-US"/>
    </w:rPr>
  </w:style>
  <w:style w:type="paragraph" w:styleId="Redaktsioon">
    <w:name w:val="Revision"/>
    <w:hidden/>
    <w:uiPriority w:val="99"/>
    <w:semiHidden/>
    <w:rsid w:val="00A16ADA"/>
    <w:rPr>
      <w:sz w:val="24"/>
      <w:szCs w:val="24"/>
      <w:lang w:eastAsia="en-US"/>
    </w:rPr>
  </w:style>
  <w:style w:type="character" w:styleId="Kommentaariviide">
    <w:name w:val="annotation reference"/>
    <w:basedOn w:val="Liguvaikefont"/>
    <w:rsid w:val="00A16ADA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A16AD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A16ADA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A16AD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A16AD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margit.paulus@tootukassa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elle\Desktop\TK%20blank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e22e2a5bdc2454f98d3dc1a85171451 xmlns="5e22408e-66e0-48ba-9823-3523619ce705">
      <Terms xmlns="http://schemas.microsoft.com/office/infopath/2007/PartnerControls"/>
    </ce22e2a5bdc2454f98d3dc1a85171451>
    <TaxCatchAll xmlns="dfd28b3e-10f4-4fe3-a445-55acb475b015">
      <Value>6</Value>
      <Value>12</Value>
      <Value>3</Value>
      <Value>1</Value>
    </TaxCatchAll>
    <ChangeDesc xmlns="5e22408e-66e0-48ba-9823-3523619ce705" xsi:nil="true"/>
    <UmbrellaDocVer xmlns="5e22408e-66e0-48ba-9823-3523619ce705" xsi:nil="true"/>
    <ReviewDeadline xmlns="5e22408e-66e0-48ba-9823-3523619ce705">2026-03-31T21:00:00+00:00</ReviewDeadline>
    <UmbrellaDocNo xmlns="5e22408e-66e0-48ba-9823-3523619ce705" xsi:nil="true"/>
    <nb67edc5a9d848378adcf005f5ef4d70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>05d4ae7e-a49b-4bc2-9e77-4cffd96e4a09</TermId>
        </TermInfo>
      </Terms>
    </nb67edc5a9d848378adcf005f5ef4d70>
    <SearchKeywords xmlns="5e22408e-66e0-48ba-9823-3523619ce705">blankett</SearchKeywords>
    <jb331c21b1204eeabccdde33c0f5e699 xmlns="5e22408e-66e0-48ba-9823-3523619ce705">
      <Terms xmlns="http://schemas.microsoft.com/office/infopath/2007/PartnerControls"/>
    </jb331c21b1204eeabccdde33c0f5e699>
    <Responsible xmlns="5e22408e-66e0-48ba-9823-3523619ce705">
      <UserInfo>
        <DisplayName>Maarika Nüganen</DisplayName>
        <AccountId>473</AccountId>
        <AccountType/>
      </UserInfo>
    </Responsible>
    <i72e5d76b419464c92616665b13f16c1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>f96befaf-9780-4dd6-9674-2555a8f344a2</TermId>
        </TermInfo>
      </Terms>
    </i72e5d76b419464c92616665b13f16c1>
    <j357327a5f664abda8657074ec173a4f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>bd96cc92-0160-481c-93cb-38b264692a06</TermId>
        </TermInfo>
      </Terms>
    </j357327a5f664abda8657074ec173a4f>
    <ResponsibleDataChanged xmlns="5e22408e-66e0-48ba-9823-3523619ce705" xsi:nil="true"/>
    <ValidFrom xmlns="5e22408e-66e0-48ba-9823-3523619ce705">2025-03-31T21:00:00+00:00</ValidFrom>
    <be19ea7f5e254f6581796f29cd06c0a0 xmlns="5e22408e-66e0-48ba-9823-3523619ce705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>9e6bf5c0-2534-4613-91fc-9f1fef76fd08</TermId>
        </TermInfo>
      </Terms>
    </be19ea7f5e254f6581796f29cd06c0a0>
    <ResponsibleTitle xmlns="5e22408e-66e0-48ba-9823-3523619ce705">dokumendihalduse juht</ResponsibleTitle>
    <ResponsibleDept xmlns="5e22408e-66e0-48ba-9823-3523619ce705">haldusosakond</ResponsibleDept>
    <ResponsibleStatus xmlns="5e22408e-66e0-48ba-9823-3523619ce705">Tööl</ResponsibleStatus>
    <Number xmlns="5e22408e-66e0-48ba-9823-3523619ce705">3668</Number>
    <Version0 xmlns="5e22408e-66e0-48ba-9823-3523619ce705">1</Version0>
    <ResponsibleId xmlns="5e22408e-66e0-48ba-9823-3523619ce705">473</ResponsibleId>
    <ParentDocRef xmlns="5e22408e-66e0-48ba-9823-3523619ce705" xsi:nil="true"/>
    <ChildDocRefs xmlns="5e22408e-66e0-48ba-9823-3523619ce70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DE5CAACA811A4C99AC68C23DCDAA77" ma:contentTypeVersion="37" ma:contentTypeDescription="Loo uus dokument" ma:contentTypeScope="" ma:versionID="0a49719e91afe35f9e10b96cb6c300d3">
  <xsd:schema xmlns:xsd="http://www.w3.org/2001/XMLSchema" xmlns:xs="http://www.w3.org/2001/XMLSchema" xmlns:p="http://schemas.microsoft.com/office/2006/metadata/properties" xmlns:ns2="5e22408e-66e0-48ba-9823-3523619ce705" xmlns:ns3="dfd28b3e-10f4-4fe3-a445-55acb475b015" xmlns:ns4="63fcd081-3d64-464a-95d7-dbe611680601" targetNamespace="http://schemas.microsoft.com/office/2006/metadata/properties" ma:root="true" ma:fieldsID="05ccb8f10cc9e31fdd7613c327a9095d" ns2:_="" ns3:_="" ns4:_="">
    <xsd:import namespace="5e22408e-66e0-48ba-9823-3523619ce705"/>
    <xsd:import namespace="dfd28b3e-10f4-4fe3-a445-55acb475b015"/>
    <xsd:import namespace="63fcd081-3d64-464a-95d7-dbe611680601"/>
    <xsd:element name="properties">
      <xsd:complexType>
        <xsd:sequence>
          <xsd:element name="documentManagement">
            <xsd:complexType>
              <xsd:all>
                <xsd:element ref="ns2:Number" minOccurs="0"/>
                <xsd:element ref="ns2:Version0" minOccurs="0"/>
                <xsd:element ref="ns2:Responsible"/>
                <xsd:element ref="ns2:ResponsibleTitle" minOccurs="0"/>
                <xsd:element ref="ns2:ResponsibleDept" minOccurs="0"/>
                <xsd:element ref="ns2:ResponsibleStatus" minOccurs="0"/>
                <xsd:element ref="ns2:ResponsibleId" minOccurs="0"/>
                <xsd:element ref="ns2:ResponsibleDataChanged" minOccurs="0"/>
                <xsd:element ref="ns2:ValidFrom"/>
                <xsd:element ref="ns2:ValidTo" minOccurs="0"/>
                <xsd:element ref="ns2:ReviewDeadline"/>
                <xsd:element ref="ns2:UmbrellaDocNo" minOccurs="0"/>
                <xsd:element ref="ns2:UmbrellaDocVer" minOccurs="0"/>
                <xsd:element ref="ns2:SearchKeywords" minOccurs="0"/>
                <xsd:element ref="ns2:ChangeDesc" minOccurs="0"/>
                <xsd:element ref="ns2:ParentDocRef" minOccurs="0"/>
                <xsd:element ref="ns2:ChildDocRefs" minOccurs="0"/>
                <xsd:element ref="ns2:i72e5d76b419464c92616665b13f16c1" minOccurs="0"/>
                <xsd:element ref="ns3:TaxCatchAll" minOccurs="0"/>
                <xsd:element ref="ns2:nb67edc5a9d848378adcf005f5ef4d70" minOccurs="0"/>
                <xsd:element ref="ns2:j357327a5f664abda8657074ec173a4f" minOccurs="0"/>
                <xsd:element ref="ns2:be19ea7f5e254f6581796f29cd06c0a0" minOccurs="0"/>
                <xsd:element ref="ns2:jb331c21b1204eeabccdde33c0f5e699" minOccurs="0"/>
                <xsd:element ref="ns2:Archived" minOccurs="0"/>
                <xsd:element ref="ns4:SharedWithUsers" minOccurs="0"/>
                <xsd:element ref="ns4:SharedWithDetails" minOccurs="0"/>
                <xsd:element ref="ns2:ce22e2a5bdc2454f98d3dc1a8517145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22408e-66e0-48ba-9823-3523619ce705" elementFormDefault="qualified">
    <xsd:import namespace="http://schemas.microsoft.com/office/2006/documentManagement/types"/>
    <xsd:import namespace="http://schemas.microsoft.com/office/infopath/2007/PartnerControls"/>
    <xsd:element name="Number" ma:index="1" nillable="true" ma:displayName="Juhendi nr" ma:decimals="0" ma:indexed="true" ma:internalName="Number" ma:readOnly="true">
      <xsd:simpleType>
        <xsd:restriction base="dms:Number"/>
      </xsd:simpleType>
    </xsd:element>
    <xsd:element name="Version0" ma:index="2" nillable="true" ma:displayName="Versioon" ma:decimals="0" ma:default="1" ma:internalName="Version0" ma:readOnly="true">
      <xsd:simpleType>
        <xsd:restriction base="dms:Number"/>
      </xsd:simpleType>
    </xsd:element>
    <xsd:element name="Responsible" ma:index="7" ma:displayName="Vastutaja" ma:list="UserInfo" ma:internalName="Responsib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sponsibleTitle" ma:index="8" nillable="true" ma:displayName="Vastutaja ametikoht" ma:internalName="ResponsibleTitle" ma:readOnly="true">
      <xsd:simpleType>
        <xsd:restriction base="dms:Text"/>
      </xsd:simpleType>
    </xsd:element>
    <xsd:element name="ResponsibleDept" ma:index="9" nillable="true" ma:displayName="Vastutaja osakond" ma:internalName="ResponsibleDept" ma:readOnly="true">
      <xsd:simpleType>
        <xsd:restriction base="dms:Text"/>
      </xsd:simpleType>
    </xsd:element>
    <xsd:element name="ResponsibleStatus" ma:index="10" nillable="true" ma:displayName="Vastutaja staatus" ma:internalName="ResponsibleStatus" ma:readOnly="true">
      <xsd:simpleType>
        <xsd:restriction base="dms:Text"/>
      </xsd:simpleType>
    </xsd:element>
    <xsd:element name="ResponsibleId" ma:index="11" nillable="true" ma:displayName="Vastutaja ID" ma:decimals="0" ma:internalName="ResponsibleId" ma:readOnly="true">
      <xsd:simpleType>
        <xsd:restriction base="dms:Number"/>
      </xsd:simpleType>
    </xsd:element>
    <xsd:element name="ResponsibleDataChanged" ma:index="12" nillable="true" ma:displayName="ResponsibleDataChanged" ma:hidden="true" ma:internalName="ResponsibleDataChanged">
      <xsd:simpleType>
        <xsd:restriction base="dms:Boolean"/>
      </xsd:simpleType>
    </xsd:element>
    <xsd:element name="ValidFrom" ma:index="14" ma:displayName="Kehtiv alates" ma:default="[Today]" ma:format="DateOnly" ma:internalName="ValidFrom">
      <xsd:simpleType>
        <xsd:restriction base="dms:DateTime"/>
      </xsd:simpleType>
    </xsd:element>
    <xsd:element name="ValidTo" ma:index="15" nillable="true" ma:displayName="Kehtiv kuni" ma:format="DateOnly" ma:internalName="ValidTo" ma:readOnly="true">
      <xsd:simpleType>
        <xsd:restriction base="dms:DateTime"/>
      </xsd:simpleType>
    </xsd:element>
    <xsd:element name="ReviewDeadline" ma:index="16" ma:displayName="Ülevaatamise tähtaeg" ma:format="DateOnly" ma:internalName="ReviewDeadline">
      <xsd:simpleType>
        <xsd:restriction base="dms:DateTime"/>
      </xsd:simpleType>
    </xsd:element>
    <xsd:element name="UmbrellaDocNo" ma:index="17" nillable="true" ma:displayName="Katusdokumendi number" ma:decimals="0" ma:internalName="UmbrellaDocNo">
      <xsd:simpleType>
        <xsd:restriction base="dms:Number"/>
      </xsd:simpleType>
    </xsd:element>
    <xsd:element name="UmbrellaDocVer" ma:index="18" nillable="true" ma:displayName="Katusdokumendi versioon" ma:decimals="0" ma:internalName="UmbrellaDocVer">
      <xsd:simpleType>
        <xsd:restriction base="dms:Number"/>
      </xsd:simpleType>
    </xsd:element>
    <xsd:element name="SearchKeywords" ma:index="20" nillable="true" ma:displayName="Märksõnad otsinguks" ma:description="Lisa lühendid, sünonüümid, kokku-lahku kirjutamise ja käänete erinevad variandid ning muud seotud märksõnad, mida faili pealkirjas ja sisus ei leidu, kuid mis aitaks kasutajal faili hõlpsamalt üles leida." ma:internalName="SearchKeywords">
      <xsd:simpleType>
        <xsd:restriction base="dms:Note"/>
      </xsd:simpleType>
    </xsd:element>
    <xsd:element name="ChangeDesc" ma:index="21" nillable="true" ma:displayName="Muudatuse kirjeldus" ma:internalName="ChangeDesc">
      <xsd:simpleType>
        <xsd:restriction base="dms:Note"/>
      </xsd:simpleType>
    </xsd:element>
    <xsd:element name="ParentDocRef" ma:index="22" nillable="true" ma:displayName="Ülemdokumendi viide" ma:internalName="ParentDocRef" ma:readOnly="true">
      <xsd:simpleType>
        <xsd:restriction base="dms:Note"/>
      </xsd:simpleType>
    </xsd:element>
    <xsd:element name="ChildDocRefs" ma:index="23" nillable="true" ma:displayName="Alamdokumendi viited" ma:internalName="ChildDocRefs" ma:readOnly="true">
      <xsd:simpleType>
        <xsd:restriction base="dms:Note"/>
      </xsd:simpleType>
    </xsd:element>
    <xsd:element name="i72e5d76b419464c92616665b13f16c1" ma:index="27" ma:taxonomy="true" ma:internalName="i72e5d76b419464c92616665b13f16c1" ma:taxonomyFieldName="Area" ma:displayName="Valdkond" ma:fieldId="{272e5d76-b419-464c-9261-6665b13f16c1}" ma:taxonomyMulti="true" ma:sspId="b6370c44-d222-403a-8a33-546b3b51ef63" ma:termSetId="0e144fc5-5f97-498c-a856-e0239079bd3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b67edc5a9d848378adcf005f5ef4d70" ma:index="29" ma:taxonomy="true" ma:internalName="nb67edc5a9d848378adcf005f5ef4d70" ma:taxonomyFieldName="TargetAudience" ma:displayName="Sihtgrupp" ma:fieldId="{7b67edc5-a9d8-4837-8adc-f005f5ef4d70}" ma:taxonomyMulti="true" ma:sspId="b6370c44-d222-403a-8a33-546b3b51ef63" ma:termSetId="148a7e57-ea23-4de5-9ea1-abd459414fd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357327a5f664abda8657074ec173a4f" ma:index="30" ma:taxonomy="true" ma:internalName="j357327a5f664abda8657074ec173a4f" ma:taxonomyFieldName="InstructionType" ma:displayName="Liik" ma:fieldId="{3357327a-5f66-4abd-a865-7074ec173a4f}" ma:sspId="b6370c44-d222-403a-8a33-546b3b51ef63" ma:termSetId="c89e3a35-9f59-47ae-8f9a-abf62b3f0f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e19ea7f5e254f6581796f29cd06c0a0" ma:index="31" ma:taxonomy="true" ma:internalName="be19ea7f5e254f6581796f29cd06c0a0" ma:taxonomyFieldName="Language" ma:displayName="Keel" ma:default="1;#eesti|9e6bf5c0-2534-4613-91fc-9f1fef76fd08" ma:fieldId="{be19ea7f-5e25-4f65-8179-6f29cd06c0a0}" ma:sspId="b6370c44-d222-403a-8a33-546b3b51ef63" ma:termSetId="232b0d02-0e79-4217-b3b2-446ee051c14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b331c21b1204eeabccdde33c0f5e699" ma:index="32" nillable="true" ma:taxonomy="true" ma:internalName="jb331c21b1204eeabccdde33c0f5e699" ma:taxonomyFieldName="TempPromotedSubjects" ma:displayName="Ajutiselt esiletõstetud teemad" ma:fieldId="{3b331c21-b120-4eea-bccd-de33c0f5e699}" ma:taxonomyMulti="true" ma:sspId="b6370c44-d222-403a-8a33-546b3b51ef63" ma:termSetId="b9dc2c36-147e-4570-bced-8a293d0ef4a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rchived" ma:index="33" nillable="true" ma:displayName="Arhiivis" ma:default="0" ma:internalName="Archived" ma:readOnly="true">
      <xsd:simpleType>
        <xsd:restriction base="dms:Boolean"/>
      </xsd:simpleType>
    </xsd:element>
    <xsd:element name="ce22e2a5bdc2454f98d3dc1a85171451" ma:index="36" nillable="true" ma:taxonomy="true" ma:internalName="ce22e2a5bdc2454f98d3dc1a85171451" ma:taxonomyFieldName="Service" ma:displayName="Teenus" ma:fieldId="{ce22e2a5-bdc2-454f-98d3-dc1a85171451}" ma:taxonomyMulti="true" ma:sspId="b6370c44-d222-403a-8a33-546b3b51ef63" ma:termSetId="3d77c6ad-23af-4926-a96e-b4960b6fc09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d28b3e-10f4-4fe3-a445-55acb475b015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62fc6e3e-b23d-4ff6-b8f3-1458900dbce3}" ma:internalName="TaxCatchAll" ma:showField="CatchAllData" ma:web="dfd28b3e-10f4-4fe3-a445-55acb475b0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fcd081-3d64-464a-95d7-dbe611680601" elementFormDefault="qualified">
    <xsd:import namespace="http://schemas.microsoft.com/office/2006/documentManagement/types"/>
    <xsd:import namespace="http://schemas.microsoft.com/office/infopath/2007/PartnerControls"/>
    <xsd:element name="SharedWithUsers" ma:index="3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7" ma:displayName="Sisutüüp"/>
        <xsd:element ref="dc:title" maxOccurs="1" ma:index="0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7F6084-BD53-46FC-93A8-853789669D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099B95-390D-435F-8444-9DEC17EF1C18}">
  <ds:schemaRefs>
    <ds:schemaRef ds:uri="http://schemas.microsoft.com/office/2006/metadata/properties"/>
    <ds:schemaRef ds:uri="http://schemas.microsoft.com/office/infopath/2007/PartnerControls"/>
    <ds:schemaRef ds:uri="5e22408e-66e0-48ba-9823-3523619ce705"/>
    <ds:schemaRef ds:uri="dfd28b3e-10f4-4fe3-a445-55acb475b015"/>
  </ds:schemaRefs>
</ds:datastoreItem>
</file>

<file path=customXml/itemProps3.xml><?xml version="1.0" encoding="utf-8"?>
<ds:datastoreItem xmlns:ds="http://schemas.openxmlformats.org/officeDocument/2006/customXml" ds:itemID="{C2F8C856-38DF-46C0-87BE-54A6B43368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22408e-66e0-48ba-9823-3523619ce705"/>
    <ds:schemaRef ds:uri="dfd28b3e-10f4-4fe3-a445-55acb475b015"/>
    <ds:schemaRef ds:uri="63fcd081-3d64-464a-95d7-dbe6116806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TK blank</Template>
  <TotalTime>4</TotalTime>
  <Pages>1</Pages>
  <Words>117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Keskkontor</vt:lpstr>
    </vt:vector>
  </TitlesOfParts>
  <Manager/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Keskkontor</dc:title>
  <dc:subject/>
  <dc:creator>Margit Paulus</dc:creator>
  <cp:keywords/>
  <dc:description/>
  <cp:lastModifiedBy>Kristi Väli</cp:lastModifiedBy>
  <cp:revision>2</cp:revision>
  <cp:lastPrinted>2007-11-19T14:37:00Z</cp:lastPrinted>
  <dcterms:created xsi:type="dcterms:W3CDTF">2026-01-09T11:11:00Z</dcterms:created>
  <dcterms:modified xsi:type="dcterms:W3CDTF">2026-01-09T11:11:00Z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0x01010077DE5CAACA811A4C99AC68C23DCDAA77</vt:lpwstr>
  </property>
  <property fmtid="{D5CDD505-2E9C-101B-9397-08002B2CF9AE}" pid="3" name="TargetAudience">
    <vt:lpwstr>3;#|05d4ae7e-a49b-4bc2-9e77-4cffd96e4a09</vt:lpwstr>
  </property>
  <property fmtid="{D5CDD505-2E9C-101B-9397-08002B2CF9AE}" pid="4" name="TempPromotedSubjects">
    <vt:lpwstr/>
  </property>
  <property fmtid="{D5CDD505-2E9C-101B-9397-08002B2CF9AE}" pid="5" name="Language">
    <vt:lpwstr>1;#|9e6bf5c0-2534-4613-91fc-9f1fef76fd08</vt:lpwstr>
  </property>
  <property fmtid="{D5CDD505-2E9C-101B-9397-08002B2CF9AE}" pid="6" name="Area">
    <vt:lpwstr>12;#|f96befaf-9780-4dd6-9674-2555a8f344a2</vt:lpwstr>
  </property>
  <property fmtid="{D5CDD505-2E9C-101B-9397-08002B2CF9AE}" pid="7" name="Service">
    <vt:lpwstr/>
  </property>
  <property fmtid="{D5CDD505-2E9C-101B-9397-08002B2CF9AE}" pid="8" name="InstructionType">
    <vt:lpwstr>6;#|bd96cc92-0160-481c-93cb-38b264692a06</vt:lpwstr>
  </property>
</Properties>
</file>